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8E2" w:rsidRPr="008F2FA8" w:rsidRDefault="005958E2" w:rsidP="00BA5CAC">
      <w:pPr>
        <w:spacing w:after="100" w:afterAutospacing="1" w:line="200" w:lineRule="atLeast"/>
        <w:jc w:val="right"/>
        <w:rPr>
          <w:rFonts w:ascii="Times New Roman" w:hAnsi="Times New Roman"/>
          <w:sz w:val="24"/>
          <w:szCs w:val="24"/>
        </w:rPr>
      </w:pPr>
      <w:r w:rsidRPr="008F2FA8">
        <w:rPr>
          <w:rFonts w:ascii="Times New Roman" w:hAnsi="Times New Roman"/>
          <w:sz w:val="24"/>
          <w:szCs w:val="24"/>
        </w:rPr>
        <w:t xml:space="preserve">Anexa nr. 1 la </w:t>
      </w:r>
      <w:r>
        <w:rPr>
          <w:rFonts w:ascii="Times New Roman" w:hAnsi="Times New Roman"/>
          <w:sz w:val="24"/>
          <w:szCs w:val="24"/>
        </w:rPr>
        <w:t xml:space="preserve">HCL </w:t>
      </w:r>
      <w:r w:rsidRPr="008F2FA8">
        <w:rPr>
          <w:rFonts w:ascii="Times New Roman" w:hAnsi="Times New Roman"/>
          <w:sz w:val="24"/>
          <w:szCs w:val="24"/>
        </w:rPr>
        <w:t>nr. ________/2022</w:t>
      </w:r>
    </w:p>
    <w:p w:rsidR="005958E2" w:rsidRDefault="005958E2" w:rsidP="001316DB">
      <w:pPr>
        <w:pStyle w:val="NoSpacing"/>
        <w:jc w:val="center"/>
        <w:rPr>
          <w:rFonts w:ascii="Times New Roman" w:hAnsi="Times New Roman"/>
          <w:b/>
          <w:sz w:val="24"/>
          <w:szCs w:val="24"/>
        </w:rPr>
      </w:pPr>
      <w:r w:rsidRPr="008F2FA8">
        <w:rPr>
          <w:rFonts w:ascii="Times New Roman" w:hAnsi="Times New Roman"/>
          <w:b/>
          <w:sz w:val="24"/>
          <w:szCs w:val="24"/>
        </w:rPr>
        <w:t xml:space="preserve">SCOPUL ȘI OBIECTIVELE PROGRAMULUI SPORTIV </w:t>
      </w:r>
    </w:p>
    <w:p w:rsidR="005958E2" w:rsidRPr="008F2FA8" w:rsidRDefault="005958E2" w:rsidP="001316DB">
      <w:pPr>
        <w:pStyle w:val="NoSpacing"/>
        <w:jc w:val="center"/>
        <w:rPr>
          <w:rFonts w:ascii="Times New Roman" w:hAnsi="Times New Roman"/>
          <w:b/>
          <w:sz w:val="24"/>
          <w:szCs w:val="24"/>
        </w:rPr>
      </w:pPr>
      <w:r w:rsidRPr="008F2FA8">
        <w:rPr>
          <w:rFonts w:ascii="Times New Roman" w:hAnsi="Times New Roman"/>
          <w:b/>
          <w:sz w:val="24"/>
          <w:szCs w:val="24"/>
        </w:rPr>
        <w:t>DE UTILITATE PUBLICĂ</w:t>
      </w:r>
      <w:r>
        <w:rPr>
          <w:rFonts w:ascii="Times New Roman" w:hAnsi="Times New Roman"/>
          <w:b/>
          <w:sz w:val="24"/>
          <w:szCs w:val="24"/>
        </w:rPr>
        <w:t xml:space="preserve"> </w:t>
      </w:r>
      <w:r w:rsidRPr="008F2FA8">
        <w:rPr>
          <w:rFonts w:ascii="Times New Roman" w:hAnsi="Times New Roman"/>
          <w:b/>
          <w:sz w:val="24"/>
          <w:szCs w:val="24"/>
        </w:rPr>
        <w:t>“PROMOVAREA SPORTULUI DE PERFORMANȚĂ”</w:t>
      </w:r>
    </w:p>
    <w:p w:rsidR="005958E2" w:rsidRPr="008F2FA8" w:rsidRDefault="005958E2" w:rsidP="001316DB">
      <w:pPr>
        <w:pStyle w:val="NoSpacing"/>
        <w:jc w:val="center"/>
        <w:rPr>
          <w:rFonts w:ascii="Times New Roman" w:hAnsi="Times New Roman"/>
          <w:b/>
          <w:sz w:val="24"/>
          <w:szCs w:val="24"/>
        </w:rPr>
      </w:pPr>
      <w:r w:rsidRPr="008F2FA8">
        <w:rPr>
          <w:rFonts w:ascii="Times New Roman" w:hAnsi="Times New Roman"/>
          <w:b/>
          <w:sz w:val="24"/>
          <w:szCs w:val="24"/>
        </w:rPr>
        <w:t>CARE SE FINANȚEAZĂ DE CONSILIUL LOCAL</w:t>
      </w:r>
    </w:p>
    <w:p w:rsidR="005958E2" w:rsidRPr="008F2FA8" w:rsidRDefault="005958E2" w:rsidP="001316DB">
      <w:pPr>
        <w:pStyle w:val="NoSpacing"/>
        <w:jc w:val="center"/>
        <w:rPr>
          <w:rFonts w:ascii="Times New Roman" w:hAnsi="Times New Roman"/>
          <w:b/>
          <w:sz w:val="24"/>
          <w:szCs w:val="24"/>
        </w:rPr>
      </w:pPr>
      <w:r w:rsidRPr="008F2FA8">
        <w:rPr>
          <w:rFonts w:ascii="Times New Roman" w:hAnsi="Times New Roman"/>
          <w:b/>
          <w:sz w:val="24"/>
          <w:szCs w:val="24"/>
        </w:rPr>
        <w:t>AL MUNICIPIULUI SFÂNTU GHEORGHE</w:t>
      </w:r>
    </w:p>
    <w:p w:rsidR="005958E2" w:rsidRDefault="005958E2" w:rsidP="008F2FA8">
      <w:pPr>
        <w:spacing w:after="0" w:line="240" w:lineRule="auto"/>
        <w:jc w:val="both"/>
        <w:rPr>
          <w:rFonts w:ascii="Times New Roman" w:hAnsi="Times New Roman"/>
          <w:b/>
          <w:sz w:val="24"/>
          <w:szCs w:val="24"/>
        </w:rPr>
      </w:pPr>
    </w:p>
    <w:p w:rsidR="005958E2" w:rsidRPr="008F2FA8" w:rsidRDefault="005958E2" w:rsidP="008F2FA8">
      <w:pPr>
        <w:spacing w:after="0" w:line="240" w:lineRule="auto"/>
        <w:jc w:val="both"/>
        <w:rPr>
          <w:rFonts w:ascii="Times New Roman" w:hAnsi="Times New Roman"/>
          <w:b/>
          <w:sz w:val="24"/>
          <w:szCs w:val="24"/>
        </w:rPr>
      </w:pPr>
      <w:r>
        <w:rPr>
          <w:rFonts w:ascii="Times New Roman" w:hAnsi="Times New Roman"/>
          <w:b/>
          <w:sz w:val="24"/>
          <w:szCs w:val="24"/>
        </w:rPr>
        <w:tab/>
      </w:r>
      <w:r w:rsidRPr="008F2FA8">
        <w:rPr>
          <w:rFonts w:ascii="Times New Roman" w:hAnsi="Times New Roman"/>
          <w:b/>
          <w:sz w:val="24"/>
          <w:szCs w:val="24"/>
        </w:rPr>
        <w:t>I. Scopul și obiectivele generale:</w:t>
      </w:r>
    </w:p>
    <w:p w:rsidR="005958E2" w:rsidRPr="008F2FA8" w:rsidRDefault="005958E2" w:rsidP="008F2FA8">
      <w:pPr>
        <w:autoSpaceDE w:val="0"/>
        <w:autoSpaceDN w:val="0"/>
        <w:adjustRightInd w:val="0"/>
        <w:spacing w:after="0" w:line="240" w:lineRule="auto"/>
        <w:jc w:val="both"/>
        <w:rPr>
          <w:rFonts w:ascii="Times New Roman" w:hAnsi="Times New Roman"/>
          <w:b/>
          <w:sz w:val="24"/>
          <w:szCs w:val="24"/>
        </w:rPr>
      </w:pPr>
      <w:r w:rsidRPr="008F2FA8">
        <w:rPr>
          <w:rFonts w:ascii="Times New Roman" w:hAnsi="Times New Roman"/>
          <w:b/>
          <w:sz w:val="24"/>
          <w:szCs w:val="24"/>
        </w:rPr>
        <w:tab/>
        <w:t>1. Programele sportive de utilitate publică care pot fi finanţate din fonduri publice de către Consiliul Local al municipiului Sfântu Gheorghe, au drept scop general: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a) valorificarea aptitudinilor individuale într-un sistem organizat de selecţie, pregătire şi competiţie care să asigure autodepăşirea continuă, realizarea de recorduri naţionale şi internaţionale, precum şi obţinerea victoriei;</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b) premierea şi recompensarea unor rezultate sportive, încurajarea practicării sportului de performanţă.</w:t>
      </w:r>
    </w:p>
    <w:p w:rsidR="005958E2" w:rsidRPr="008F2FA8" w:rsidRDefault="005958E2" w:rsidP="008F2FA8">
      <w:pPr>
        <w:autoSpaceDE w:val="0"/>
        <w:autoSpaceDN w:val="0"/>
        <w:adjustRightInd w:val="0"/>
        <w:spacing w:after="0" w:line="240" w:lineRule="auto"/>
        <w:jc w:val="both"/>
        <w:rPr>
          <w:rFonts w:ascii="Times New Roman" w:hAnsi="Times New Roman"/>
          <w:b/>
          <w:sz w:val="24"/>
          <w:szCs w:val="24"/>
        </w:rPr>
      </w:pPr>
      <w:r w:rsidRPr="008F2FA8">
        <w:rPr>
          <w:rFonts w:ascii="Times New Roman" w:hAnsi="Times New Roman"/>
          <w:b/>
          <w:sz w:val="24"/>
          <w:szCs w:val="24"/>
        </w:rPr>
        <w:tab/>
        <w:t>2. Obiectivele generale ale programelor sportive de utilitate publică sunt următoarele:</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a) evidenţierea contribuţiei semnificative şi constante a sportului de performanţă la reprezentarea şi sporirea prestigiului comunităţilor locale şi ale României pe plan naţional şi internaţional;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b) susţinerea disciplinelor şi a probelor sportive, în funcţie de tradiţia şi de gradul de dezvoltare a fiecăreia la nivel local, naţional şi internaţional;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c) susţinerea activităţii de performanţă la nivelul copiilor şi juniorilor în paralel cu activitatea desfăşurată şi dezvoltarea programelor sportive dedicate categoriilor defavorizate;</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d) perfecţionarea sistemelor de selecţie, pregătire şi competiţionale pentru fiecare ramură de sport;</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e) susţinerea procesului de redresare a jocurilor sportive, în funcţie de valoarea, tradiţia şi gradul de dezvoltare a fiecăruia la nivel local, naţional şi internaţional;</w:t>
      </w:r>
    </w:p>
    <w:p w:rsidR="005958E2" w:rsidRPr="006321E2"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f) crearea de condiţii optime de pregătire şi participare la competiţii a sportivilor în baze sportive moderne, posibilitatea de organizare de evenimente sportive naţionale şi internaţionale care să aducă beneficii reale comunităţilor locale şi României. </w:t>
      </w:r>
      <w:bookmarkStart w:id="0" w:name="_GoBack"/>
      <w:bookmarkEnd w:id="0"/>
    </w:p>
    <w:p w:rsidR="005958E2" w:rsidRPr="008F2FA8" w:rsidRDefault="005958E2" w:rsidP="008F2FA8">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sidRPr="008F2FA8">
        <w:rPr>
          <w:rFonts w:ascii="Times New Roman" w:hAnsi="Times New Roman"/>
          <w:b/>
          <w:sz w:val="24"/>
          <w:szCs w:val="24"/>
        </w:rPr>
        <w:t>II. Scopul şi obiectivele specifice programului sportiv de utilitate publică „Promovarea sportului de performanţă“</w:t>
      </w:r>
      <w:r>
        <w:rPr>
          <w:rFonts w:ascii="Times New Roman" w:hAnsi="Times New Roman"/>
          <w:b/>
          <w:sz w:val="24"/>
          <w:szCs w:val="24"/>
        </w:rPr>
        <w:t>:</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Programul „Promovarea sportului de performanţă“ reprezintă un program naţional de promovare a practicării şi dezvoltării sportului de performanţă. Programul sportiv este un complex de acţiuni care au ca scop comun îndeplinirea unor obiective de performanţă cu caracter sportiv pentru un eveniment sportiv secvenţial sau un sezon competiţional, pentru o competiţie organizată pe o perioadă stabilită printr-un regulament, înscris(ă) în calendarul asociaţiei judeţene pe ramură de sport sau în calendarul federaţiei române pe ramură de sport. Categoriile de acţiuni care constituie activitatea sportivă din cadrul unui program sportiv sunt: acţiunile de pregătire sportivă, competiţiile sportive şi alte acţiuni sportive, denumite împreună acţiuni sportive. </w:t>
      </w:r>
    </w:p>
    <w:p w:rsidR="005958E2" w:rsidRDefault="005958E2" w:rsidP="0075534C">
      <w:pPr>
        <w:autoSpaceDE w:val="0"/>
        <w:autoSpaceDN w:val="0"/>
        <w:adjustRightInd w:val="0"/>
        <w:spacing w:after="0" w:line="240" w:lineRule="auto"/>
        <w:jc w:val="both"/>
        <w:rPr>
          <w:rFonts w:ascii="Times New Roman" w:hAnsi="Times New Roman"/>
          <w:sz w:val="24"/>
          <w:szCs w:val="24"/>
        </w:rPr>
      </w:pPr>
      <w:r w:rsidRPr="0075534C">
        <w:rPr>
          <w:rFonts w:ascii="Times New Roman" w:hAnsi="Times New Roman"/>
          <w:b/>
          <w:sz w:val="24"/>
          <w:szCs w:val="24"/>
        </w:rPr>
        <w:tab/>
        <w:t>1. Scop:</w:t>
      </w:r>
      <w:r w:rsidRPr="0075534C">
        <w:rPr>
          <w:rFonts w:ascii="Times New Roman" w:hAnsi="Times New Roman"/>
          <w:sz w:val="24"/>
          <w:szCs w:val="24"/>
        </w:rPr>
        <w:t xml:space="preserve"> (1) Scopul specific al programului sportiv de utilitate publică „Promovarea</w:t>
      </w:r>
      <w:r w:rsidRPr="008F2FA8">
        <w:rPr>
          <w:rFonts w:ascii="Times New Roman" w:hAnsi="Times New Roman"/>
          <w:sz w:val="24"/>
          <w:szCs w:val="24"/>
        </w:rPr>
        <w:t xml:space="preserve"> sportului de performanţă“ finanțat de Consiliul Local al municipiului Sfântu Gheorghe este valorificarea aptitudinilor individuale într-un sistem organizat de selecţie, pregătire şi competiţie care să asigure autodepăşirea continuă, realizarea de recorduri naţionale şi internaţionale, precum şi obţinerea victoriei în cadrul programelor sportive inițiate de către organizațiile sportive așa cum sunt acestea stabilite la art. 4 din Regulamentul privind Condițiile, Criteriile și Procedura de finanțare a programelor sportive, în baza prevederilor Legii nr. 69/2000, cu modificările și completările ulterioare, aprobat prin hotărârea Consiliul Local al municipiului Sfântu Gheorghe, în următoarele domenii: </w:t>
      </w:r>
    </w:p>
    <w:p w:rsidR="005958E2" w:rsidRPr="008F2FA8" w:rsidRDefault="005958E2" w:rsidP="0075534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a) baschet,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b) handbal,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c) ciclism,</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d) tenis de masă,</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e) natație,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f) patinaj,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g) tenis,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h) gimnastică,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i) triatlon,</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j) tir cu arcul,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k) atletism,</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 xml:space="preserve">l)  fotbal în sală, </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m) lupte,</w:t>
      </w:r>
    </w:p>
    <w:p w:rsidR="005958E2" w:rsidRPr="008F2FA8" w:rsidRDefault="005958E2"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n) fotbal,</w:t>
      </w:r>
    </w:p>
    <w:p w:rsidR="005958E2" w:rsidRPr="0075534C" w:rsidRDefault="005958E2" w:rsidP="0075534C">
      <w:pPr>
        <w:autoSpaceDE w:val="0"/>
        <w:autoSpaceDN w:val="0"/>
        <w:adjustRightInd w:val="0"/>
        <w:spacing w:after="0" w:line="240" w:lineRule="auto"/>
        <w:ind w:left="567"/>
        <w:jc w:val="both"/>
        <w:rPr>
          <w:rFonts w:ascii="Times New Roman" w:hAnsi="Times New Roman"/>
          <w:sz w:val="24"/>
          <w:szCs w:val="24"/>
          <w:lang w:val="it-IT"/>
        </w:rPr>
      </w:pPr>
      <w:r>
        <w:rPr>
          <w:rFonts w:ascii="Times New Roman" w:hAnsi="Times New Roman"/>
          <w:sz w:val="24"/>
          <w:szCs w:val="24"/>
        </w:rPr>
        <w:tab/>
      </w:r>
      <w:r w:rsidRPr="008F2FA8">
        <w:rPr>
          <w:rFonts w:ascii="Times New Roman" w:hAnsi="Times New Roman"/>
          <w:sz w:val="24"/>
          <w:szCs w:val="24"/>
        </w:rPr>
        <w:t>o) hochei pe gheață</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(2) Programele sportive inițiate de către organizațiile sportive arătate mai sus în domeniile arătate la alin. (1) al prezentului punct la lit. a) – o) sunt denumite „programe sportive de utilitate publică“.</w:t>
      </w:r>
    </w:p>
    <w:p w:rsidR="005958E2" w:rsidRPr="0075534C" w:rsidRDefault="005958E2" w:rsidP="008F2FA8">
      <w:pPr>
        <w:autoSpaceDE w:val="0"/>
        <w:autoSpaceDN w:val="0"/>
        <w:adjustRightInd w:val="0"/>
        <w:spacing w:after="0" w:line="240" w:lineRule="auto"/>
        <w:jc w:val="both"/>
        <w:rPr>
          <w:rFonts w:ascii="Times New Roman" w:hAnsi="Times New Roman"/>
          <w:b/>
          <w:sz w:val="24"/>
          <w:szCs w:val="24"/>
        </w:rPr>
      </w:pPr>
      <w:r w:rsidRPr="0075534C">
        <w:rPr>
          <w:rFonts w:ascii="Times New Roman" w:hAnsi="Times New Roman"/>
          <w:b/>
          <w:sz w:val="24"/>
          <w:szCs w:val="24"/>
        </w:rPr>
        <w:tab/>
        <w:t>2. Obiective:</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a) evidenţierea contribuţiei semnificative şi constante a sportului de performanţă la reprezentarea şi sporirea prestigiului comunităţilor locale şi ale României pe plan internaţional;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b) susţinerea şi dezvoltarea ramurilor sportive, în funcţie de tradiţia şi de gradul de dezvoltare a fiecăreia la nivel naţional şi internaţional;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c) susţinerea şi dezvoltarea activităţii de performanţă la nivelul copiilor şi juniorilor, dezvoltarea sportului şcolar şi a sportului universitar;</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d) perfecţionarea sistemelor de selecţie, pregătire şi competiţionale pentru fiecare ramură de sport;</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e) mărirea numărului de practicanţi şi sportivi legitimaţi, dezvoltarea masei critice pentru aplicarea criteriilor specifice de selecţie pe ramură de sport, identificarea de sportivi valoroşi care să obţină rezultate sportive notabile pentru comunitatea locală şi ţara noastră pe plan internaţional;</w:t>
      </w:r>
    </w:p>
    <w:p w:rsidR="005958E2" w:rsidRPr="008F2FA8" w:rsidRDefault="005958E2"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f) susţinerea procesului de redresare a jocurilor sportive, în funcţie de valoarea, tradiţia şi gradul de dezvoltare a fiecăruia la nivel naţional şi internaţional;</w:t>
      </w:r>
    </w:p>
    <w:p w:rsidR="005958E2" w:rsidRPr="008F2FA8" w:rsidRDefault="005958E2" w:rsidP="00EB45E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8F2FA8">
        <w:rPr>
          <w:rFonts w:ascii="Times New Roman" w:hAnsi="Times New Roman"/>
          <w:sz w:val="24"/>
          <w:szCs w:val="24"/>
        </w:rPr>
        <w:t>g) susţinerea sporturilor arătate la art. II pct. 1 alin. (1) din prezenta ca forme de activităţi fizice care contribuie la educaţia generală şi dezvoltarea individului, dar şi în vederea amplificării la nivel naţional şi internaţional a participării municipiului, județului și a ţării noastre la competiţiile de mare anvergură, participarea activă a comunităţilor locale la dezvoltarea acestui fenomen.</w:t>
      </w:r>
    </w:p>
    <w:sectPr w:rsidR="005958E2" w:rsidRPr="008F2FA8" w:rsidSect="00055C82">
      <w:pgSz w:w="11906" w:h="16838" w:code="9"/>
      <w:pgMar w:top="851" w:right="1418"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5CAC"/>
    <w:rsid w:val="00055C82"/>
    <w:rsid w:val="000D36CB"/>
    <w:rsid w:val="001316DB"/>
    <w:rsid w:val="005958E2"/>
    <w:rsid w:val="005E5323"/>
    <w:rsid w:val="006321E2"/>
    <w:rsid w:val="0075534C"/>
    <w:rsid w:val="0079370A"/>
    <w:rsid w:val="008F2FA8"/>
    <w:rsid w:val="0090694C"/>
    <w:rsid w:val="00996784"/>
    <w:rsid w:val="00A7581F"/>
    <w:rsid w:val="00B7575C"/>
    <w:rsid w:val="00BA5CAC"/>
    <w:rsid w:val="00BE7985"/>
    <w:rsid w:val="00CB2CF8"/>
    <w:rsid w:val="00DD7285"/>
    <w:rsid w:val="00EB0663"/>
    <w:rsid w:val="00EB45EC"/>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CA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316DB"/>
    <w:rPr>
      <w:lang w:eastAsia="en-US"/>
    </w:rPr>
  </w:style>
  <w:style w:type="paragraph" w:styleId="BalloonText">
    <w:name w:val="Balloon Text"/>
    <w:basedOn w:val="Normal"/>
    <w:link w:val="BalloonTextChar"/>
    <w:uiPriority w:val="99"/>
    <w:semiHidden/>
    <w:rsid w:val="006321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321E2"/>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49191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2</Pages>
  <Words>808</Words>
  <Characters>4687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12</cp:revision>
  <cp:lastPrinted>2022-05-30T11:05:00Z</cp:lastPrinted>
  <dcterms:created xsi:type="dcterms:W3CDTF">2022-05-26T09:45:00Z</dcterms:created>
  <dcterms:modified xsi:type="dcterms:W3CDTF">2022-07-14T06:54:00Z</dcterms:modified>
</cp:coreProperties>
</file>