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89C" w:rsidRPr="00D36A97" w:rsidRDefault="004D689C">
      <w:pPr>
        <w:rPr>
          <w:b/>
          <w:sz w:val="24"/>
          <w:szCs w:val="24"/>
        </w:rPr>
      </w:pPr>
      <w:r w:rsidRPr="00D36A97">
        <w:rPr>
          <w:b/>
          <w:sz w:val="24"/>
          <w:szCs w:val="24"/>
        </w:rPr>
        <w:t>BOGDÁN LÁSZLÓ</w:t>
      </w:r>
      <w:r w:rsidRPr="00D36A97">
        <w:rPr>
          <w:sz w:val="24"/>
          <w:szCs w:val="24"/>
        </w:rPr>
        <w:t xml:space="preserve"> </w:t>
      </w:r>
      <w:r w:rsidRPr="00D36A97">
        <w:rPr>
          <w:b/>
          <w:sz w:val="24"/>
          <w:szCs w:val="24"/>
        </w:rPr>
        <w:t>– József Attila- díjas költő, író, újságíró.</w:t>
      </w:r>
    </w:p>
    <w:p w:rsidR="004D689C" w:rsidRDefault="004D689C" w:rsidP="00EA6DA0">
      <w:pPr>
        <w:rPr>
          <w:sz w:val="24"/>
          <w:szCs w:val="24"/>
        </w:rPr>
      </w:pPr>
      <w:r w:rsidRPr="00D36A97">
        <w:rPr>
          <w:sz w:val="24"/>
          <w:szCs w:val="24"/>
        </w:rPr>
        <w:t>Sepsiszentgyörgyön született 1948-ban. Elhunyt a szülővárosában, 2020-ban. A Magyar Művészeti Akadémia tagja. Egyik regényéről Egyed Péter filozófus, író így írt: „...a korcsoport tagjai számára e könyv szubjektív értéke nagy, főként azért, mert az „életproblémáikkal“, illetve önmagukkal való szembesülés dokumentumaként is forgathatják.”</w:t>
      </w:r>
    </w:p>
    <w:p w:rsidR="004D689C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  <w:r w:rsidRPr="00D36A97">
        <w:rPr>
          <w:b/>
          <w:sz w:val="24"/>
          <w:szCs w:val="24"/>
        </w:rPr>
        <w:t>BOGDÁN LÁSZLÓ - poet, scriitor, jurnalist, premiant József Attila</w:t>
      </w:r>
    </w:p>
    <w:p w:rsidR="004D689C" w:rsidRPr="00D36A97" w:rsidRDefault="004D689C" w:rsidP="00EA6DA0">
      <w:pPr>
        <w:rPr>
          <w:sz w:val="24"/>
          <w:szCs w:val="24"/>
        </w:rPr>
      </w:pPr>
      <w:r w:rsidRPr="00D36A97">
        <w:rPr>
          <w:sz w:val="24"/>
          <w:szCs w:val="24"/>
        </w:rPr>
        <w:t>S-a născut în anul 1948 la Sfântu Gheorghe. A decedat în 2020 în orașul natal.</w:t>
      </w:r>
    </w:p>
    <w:p w:rsidR="004D689C" w:rsidRPr="00D36A97" w:rsidRDefault="004D689C" w:rsidP="00AD7D22">
      <w:pPr>
        <w:ind w:left="360"/>
        <w:rPr>
          <w:sz w:val="24"/>
          <w:szCs w:val="24"/>
        </w:rPr>
      </w:pPr>
      <w:r w:rsidRPr="00D36A97">
        <w:rPr>
          <w:sz w:val="24"/>
          <w:szCs w:val="24"/>
        </w:rPr>
        <w:t xml:space="preserve">Membru Academiei Maghiare de Arte. Filozoful, scriitorul Egyed Péter a scris </w:t>
      </w:r>
      <w:r w:rsidRPr="006A38AB">
        <w:rPr>
          <w:sz w:val="24"/>
          <w:szCs w:val="24"/>
        </w:rPr>
        <w:t>î</w:t>
      </w:r>
      <w:r>
        <w:rPr>
          <w:sz w:val="24"/>
          <w:szCs w:val="24"/>
        </w:rPr>
        <w:t>n felul urmă</w:t>
      </w:r>
      <w:r w:rsidRPr="006A38AB">
        <w:rPr>
          <w:sz w:val="24"/>
          <w:szCs w:val="24"/>
        </w:rPr>
        <w:t>tor</w:t>
      </w:r>
      <w:r>
        <w:rPr>
          <w:sz w:val="24"/>
          <w:szCs w:val="24"/>
        </w:rPr>
        <w:t xml:space="preserve"> </w:t>
      </w:r>
      <w:r w:rsidRPr="00D36A97">
        <w:rPr>
          <w:sz w:val="24"/>
          <w:szCs w:val="24"/>
        </w:rPr>
        <w:t>despre un roman al său: ”...pentru membrii acestei grupe de vârstă, valoarea subiectivă a acestei cărți este mare, în principal pentru că o pot folosi ca document pentru a se confrunta cu „problemele vieții” lor, respctiv cu ei înșiși.”</w:t>
      </w: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B560C0" w:rsidRDefault="004D689C" w:rsidP="00B560C0">
      <w:pPr>
        <w:jc w:val="right"/>
        <w:rPr>
          <w:b/>
          <w:sz w:val="24"/>
          <w:szCs w:val="24"/>
          <w:lang w:val="hu-HU"/>
        </w:rPr>
      </w:pPr>
      <w:r>
        <w:rPr>
          <w:b/>
          <w:sz w:val="24"/>
          <w:szCs w:val="24"/>
        </w:rPr>
        <w:t>J</w:t>
      </w:r>
      <w:r>
        <w:rPr>
          <w:b/>
          <w:sz w:val="24"/>
          <w:szCs w:val="24"/>
          <w:lang w:val="hu-HU"/>
        </w:rPr>
        <w:t>ÁNÓ MIHÁLY</w:t>
      </w:r>
    </w:p>
    <w:p w:rsidR="004D689C" w:rsidRDefault="004D689C" w:rsidP="00EA6DA0">
      <w:pPr>
        <w:rPr>
          <w:sz w:val="24"/>
          <w:szCs w:val="24"/>
        </w:rPr>
      </w:pPr>
    </w:p>
    <w:p w:rsidR="004D689C" w:rsidRDefault="004D689C" w:rsidP="00EA6DA0">
      <w:pPr>
        <w:rPr>
          <w:sz w:val="24"/>
          <w:szCs w:val="24"/>
        </w:rPr>
      </w:pPr>
    </w:p>
    <w:p w:rsidR="004D689C" w:rsidRDefault="004D689C" w:rsidP="00EA6DA0">
      <w:pPr>
        <w:rPr>
          <w:sz w:val="24"/>
          <w:szCs w:val="24"/>
        </w:rPr>
      </w:pPr>
    </w:p>
    <w:p w:rsidR="004D689C" w:rsidRDefault="004D689C" w:rsidP="00EA6DA0">
      <w:pPr>
        <w:rPr>
          <w:sz w:val="24"/>
          <w:szCs w:val="24"/>
        </w:rPr>
      </w:pPr>
    </w:p>
    <w:p w:rsidR="004D689C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  <w:r w:rsidRPr="00D36A97">
        <w:rPr>
          <w:b/>
          <w:sz w:val="24"/>
          <w:szCs w:val="24"/>
        </w:rPr>
        <w:t>FARKAS ÁRPÁD - Kossuth-díjas író, költő, műfordító</w:t>
      </w:r>
    </w:p>
    <w:p w:rsidR="004D689C" w:rsidRPr="00D36A97" w:rsidRDefault="004D689C" w:rsidP="00EA6DA0">
      <w:pPr>
        <w:rPr>
          <w:sz w:val="24"/>
          <w:szCs w:val="24"/>
        </w:rPr>
      </w:pPr>
      <w:r w:rsidRPr="00D36A97">
        <w:rPr>
          <w:sz w:val="24"/>
          <w:szCs w:val="24"/>
        </w:rPr>
        <w:t xml:space="preserve"> Siménfalván született 1944-ben, elhunyt Sepsiszentgyörgyön, 2021-ben. A Magyar Művészeti Akadémia tagja. Kántor Lajos kritikus szerint már korai költészetében „...feltűnik rendkívüli képteremtő ereje, lírájának népköltészetre emlékeztető tárgyias egyszerűsége, tisztasága, emberközeli melege s ugyanakkor mívessége.”</w:t>
      </w:r>
    </w:p>
    <w:p w:rsidR="004D689C" w:rsidRDefault="004D689C" w:rsidP="00EA6DA0">
      <w:pPr>
        <w:rPr>
          <w:sz w:val="24"/>
          <w:szCs w:val="24"/>
        </w:rPr>
      </w:pPr>
      <w:r w:rsidRPr="00D36A97">
        <w:rPr>
          <w:sz w:val="24"/>
          <w:szCs w:val="24"/>
        </w:rPr>
        <w:t>2019-ben Sepsiszentgyörgy önkormányzata Pro Urbe-díjban részesítette.</w:t>
      </w:r>
    </w:p>
    <w:p w:rsidR="004D689C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AD7D22">
      <w:pPr>
        <w:rPr>
          <w:b/>
          <w:sz w:val="24"/>
          <w:szCs w:val="24"/>
        </w:rPr>
      </w:pPr>
      <w:r w:rsidRPr="00D36A97">
        <w:rPr>
          <w:b/>
          <w:sz w:val="24"/>
          <w:szCs w:val="24"/>
        </w:rPr>
        <w:t>FARKAS ÁRPÁD - scriitor, poet, traducător, premiant Kossuth</w:t>
      </w:r>
    </w:p>
    <w:p w:rsidR="004D689C" w:rsidRPr="00D36A97" w:rsidRDefault="004D689C" w:rsidP="00EA6DA0">
      <w:pPr>
        <w:rPr>
          <w:sz w:val="24"/>
          <w:szCs w:val="24"/>
        </w:rPr>
      </w:pPr>
      <w:r w:rsidRPr="00D36A97">
        <w:rPr>
          <w:sz w:val="24"/>
          <w:szCs w:val="24"/>
        </w:rPr>
        <w:t>S-a născut la Șimonești în anul 1944, a decedat la Sfântu Gheorghe în anul 2021.</w:t>
      </w:r>
    </w:p>
    <w:p w:rsidR="004D689C" w:rsidRPr="00D36A97" w:rsidRDefault="004D689C" w:rsidP="00EA6DA0">
      <w:pPr>
        <w:rPr>
          <w:sz w:val="24"/>
          <w:szCs w:val="24"/>
        </w:rPr>
      </w:pPr>
      <w:r w:rsidRPr="00D36A97">
        <w:rPr>
          <w:sz w:val="24"/>
          <w:szCs w:val="24"/>
        </w:rPr>
        <w:t xml:space="preserve">Membru Academiei Maghiare de Arte. După părearea criticului Kántor Lajos deja în poetica </w:t>
      </w:r>
      <w:r w:rsidRPr="006A38AB">
        <w:rPr>
          <w:sz w:val="24"/>
          <w:szCs w:val="24"/>
        </w:rPr>
        <w:t>sa</w:t>
      </w:r>
      <w:r>
        <w:rPr>
          <w:sz w:val="24"/>
          <w:szCs w:val="24"/>
        </w:rPr>
        <w:t xml:space="preserve"> </w:t>
      </w:r>
      <w:r w:rsidRPr="00D36A97">
        <w:rPr>
          <w:sz w:val="24"/>
          <w:szCs w:val="24"/>
        </w:rPr>
        <w:t>timpurie ”... apare puterea sa extraordinară de a crea imagini, simplitatea obiectivă a versurilor sale care amintește de poezia populară, puritatea sa, căldura lui umană și în același timp eleganța sa.”</w:t>
      </w: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B560C0" w:rsidRDefault="004D689C" w:rsidP="00B560C0">
      <w:pPr>
        <w:jc w:val="right"/>
        <w:rPr>
          <w:b/>
          <w:sz w:val="24"/>
          <w:szCs w:val="24"/>
          <w:lang w:val="hu-HU"/>
        </w:rPr>
      </w:pPr>
      <w:r>
        <w:rPr>
          <w:b/>
          <w:sz w:val="24"/>
          <w:szCs w:val="24"/>
        </w:rPr>
        <w:t>J</w:t>
      </w:r>
      <w:r>
        <w:rPr>
          <w:b/>
          <w:sz w:val="24"/>
          <w:szCs w:val="24"/>
          <w:lang w:val="hu-HU"/>
        </w:rPr>
        <w:t>ÁNÓ MIHÁLY</w:t>
      </w: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  <w:r w:rsidRPr="00D36A97">
        <w:rPr>
          <w:b/>
          <w:sz w:val="24"/>
          <w:szCs w:val="24"/>
        </w:rPr>
        <w:t>MAGYARI LAJOS</w:t>
      </w:r>
      <w:r w:rsidRPr="00D36A97">
        <w:rPr>
          <w:sz w:val="24"/>
          <w:szCs w:val="24"/>
        </w:rPr>
        <w:t xml:space="preserve"> </w:t>
      </w:r>
      <w:r w:rsidRPr="00D36A97">
        <w:rPr>
          <w:b/>
          <w:sz w:val="24"/>
          <w:szCs w:val="24"/>
        </w:rPr>
        <w:t>- költő, műfordító, közíró.</w:t>
      </w:r>
    </w:p>
    <w:p w:rsidR="004D689C" w:rsidRPr="00D36A97" w:rsidRDefault="004D689C" w:rsidP="00EA6DA0">
      <w:pPr>
        <w:rPr>
          <w:sz w:val="24"/>
          <w:szCs w:val="24"/>
        </w:rPr>
      </w:pPr>
      <w:r w:rsidRPr="00D36A97">
        <w:rPr>
          <w:sz w:val="24"/>
          <w:szCs w:val="24"/>
        </w:rPr>
        <w:t xml:space="preserve">Székelyudvarhelyen született, 1942-ben, elhunyt Sepsiszentgyörgyön, 2015-ben. </w:t>
      </w:r>
    </w:p>
    <w:p w:rsidR="004D689C" w:rsidRPr="00D36A97" w:rsidRDefault="004D689C" w:rsidP="00EA6DA0">
      <w:pPr>
        <w:rPr>
          <w:sz w:val="24"/>
          <w:szCs w:val="24"/>
        </w:rPr>
      </w:pPr>
      <w:r w:rsidRPr="00D36A97">
        <w:rPr>
          <w:sz w:val="24"/>
          <w:szCs w:val="24"/>
        </w:rPr>
        <w:t>Mészely József arra figyetl fel, hogy a versek tetemes hányada történelmi személyiségekhez kapcsolódik: Bethlen Gábor, Dózsa, Tinódi, Bartók, Kodály, Bartalis, Gyárfás Jenő, Benedek Elek emlékéből merít, s így jellemzi a költőt: „...a jelent jövőteremtő küzdelemként szemléli”.</w:t>
      </w:r>
    </w:p>
    <w:p w:rsidR="004D689C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  <w:r w:rsidRPr="00D36A97">
        <w:rPr>
          <w:b/>
          <w:sz w:val="24"/>
          <w:szCs w:val="24"/>
        </w:rPr>
        <w:t>MAGYARI LAJOS - poet, traducător, publicist</w:t>
      </w:r>
    </w:p>
    <w:p w:rsidR="004D689C" w:rsidRPr="00D36A97" w:rsidRDefault="004D689C" w:rsidP="00EA6DA0">
      <w:pPr>
        <w:rPr>
          <w:sz w:val="24"/>
          <w:szCs w:val="24"/>
        </w:rPr>
      </w:pPr>
      <w:r w:rsidRPr="00D36A97">
        <w:rPr>
          <w:sz w:val="24"/>
          <w:szCs w:val="24"/>
        </w:rPr>
        <w:t>S-a născut la Odorheiu Secuiesc în 1942, a decedat la Sfântu Gheorghe în 2015.</w:t>
      </w:r>
    </w:p>
    <w:p w:rsidR="004D689C" w:rsidRPr="00D36A97" w:rsidRDefault="004D689C" w:rsidP="00EA6DA0">
      <w:pPr>
        <w:rPr>
          <w:sz w:val="24"/>
          <w:szCs w:val="24"/>
        </w:rPr>
      </w:pPr>
      <w:r w:rsidRPr="00D36A97">
        <w:rPr>
          <w:sz w:val="24"/>
          <w:szCs w:val="24"/>
        </w:rPr>
        <w:t>M</w:t>
      </w:r>
      <w:r w:rsidRPr="00D36A97">
        <w:rPr>
          <w:sz w:val="24"/>
          <w:szCs w:val="24"/>
          <w:lang w:val="hu-HU"/>
        </w:rPr>
        <w:t xml:space="preserve">észely József a observat faptul </w:t>
      </w:r>
      <w:r w:rsidRPr="00D36A97">
        <w:rPr>
          <w:sz w:val="24"/>
          <w:szCs w:val="24"/>
        </w:rPr>
        <w:t xml:space="preserve">că majoritatea poeziilor sunt legate de personalități istorice: Bethlen Gábor, Dózsa, Tinódi, Bartók, Kodály, Bartalis, Gyárfás Jenő, Benedek Elek din </w:t>
      </w:r>
      <w:r w:rsidRPr="006A38AB">
        <w:rPr>
          <w:sz w:val="24"/>
          <w:szCs w:val="24"/>
        </w:rPr>
        <w:t>ale căror amintiri</w:t>
      </w:r>
      <w:r w:rsidRPr="00D36A97">
        <w:rPr>
          <w:sz w:val="24"/>
          <w:szCs w:val="24"/>
        </w:rPr>
        <w:t xml:space="preserve"> se inspiră și astfel caracterizează poetul: ”...</w:t>
      </w:r>
      <w:r w:rsidRPr="006A38AB">
        <w:rPr>
          <w:sz w:val="24"/>
          <w:szCs w:val="24"/>
        </w:rPr>
        <w:t>considera</w:t>
      </w:r>
      <w:r w:rsidRPr="00D36A97">
        <w:rPr>
          <w:sz w:val="24"/>
          <w:szCs w:val="24"/>
        </w:rPr>
        <w:t xml:space="preserve"> prezentul ca o luptă care creează viitor.”</w:t>
      </w: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B560C0" w:rsidRDefault="004D689C" w:rsidP="00B560C0">
      <w:pPr>
        <w:jc w:val="right"/>
        <w:rPr>
          <w:b/>
          <w:sz w:val="24"/>
          <w:szCs w:val="24"/>
          <w:lang w:val="hu-HU"/>
        </w:rPr>
      </w:pPr>
      <w:r>
        <w:rPr>
          <w:b/>
          <w:sz w:val="24"/>
          <w:szCs w:val="24"/>
        </w:rPr>
        <w:t>J</w:t>
      </w:r>
      <w:r>
        <w:rPr>
          <w:b/>
          <w:sz w:val="24"/>
          <w:szCs w:val="24"/>
          <w:lang w:val="hu-HU"/>
        </w:rPr>
        <w:t>ÁNÓ MIHÁLY</w:t>
      </w:r>
    </w:p>
    <w:p w:rsidR="004D689C" w:rsidRPr="00D36A97" w:rsidRDefault="004D689C" w:rsidP="00B560C0">
      <w:pPr>
        <w:jc w:val="right"/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Default="004D689C" w:rsidP="00EA6DA0">
      <w:pPr>
        <w:rPr>
          <w:sz w:val="24"/>
          <w:szCs w:val="24"/>
        </w:rPr>
      </w:pPr>
    </w:p>
    <w:p w:rsidR="004D689C" w:rsidRDefault="004D689C" w:rsidP="00EA6DA0">
      <w:pPr>
        <w:rPr>
          <w:sz w:val="24"/>
          <w:szCs w:val="24"/>
        </w:rPr>
      </w:pPr>
    </w:p>
    <w:p w:rsidR="004D689C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  <w:r w:rsidRPr="00D36A97">
        <w:rPr>
          <w:b/>
          <w:sz w:val="24"/>
          <w:szCs w:val="24"/>
        </w:rPr>
        <w:t>DALI SÁNDOR</w:t>
      </w:r>
      <w:r w:rsidRPr="00D36A97">
        <w:rPr>
          <w:sz w:val="24"/>
          <w:szCs w:val="24"/>
        </w:rPr>
        <w:t xml:space="preserve"> </w:t>
      </w:r>
      <w:r w:rsidRPr="00D36A97">
        <w:rPr>
          <w:b/>
          <w:sz w:val="24"/>
          <w:szCs w:val="24"/>
        </w:rPr>
        <w:t>- újságíró, színházigazgató.</w:t>
      </w:r>
    </w:p>
    <w:p w:rsidR="004D689C" w:rsidRPr="00D36A97" w:rsidRDefault="004D689C" w:rsidP="00EA6DA0">
      <w:pPr>
        <w:rPr>
          <w:sz w:val="24"/>
          <w:szCs w:val="24"/>
        </w:rPr>
      </w:pPr>
      <w:r w:rsidRPr="00D36A97">
        <w:rPr>
          <w:sz w:val="24"/>
          <w:szCs w:val="24"/>
        </w:rPr>
        <w:t xml:space="preserve">Szovátán született 1930-ban, elhunyt  Sepsiszentgyörgyön 2010-ben. </w:t>
      </w:r>
    </w:p>
    <w:p w:rsidR="004D689C" w:rsidRPr="00D36A97" w:rsidRDefault="004D689C" w:rsidP="00EA6DA0">
      <w:pPr>
        <w:rPr>
          <w:sz w:val="24"/>
          <w:szCs w:val="24"/>
        </w:rPr>
      </w:pPr>
      <w:r w:rsidRPr="00D36A97">
        <w:rPr>
          <w:sz w:val="24"/>
          <w:szCs w:val="24"/>
        </w:rPr>
        <w:t xml:space="preserve">1968-tól 1974-ig a sepsiszentgyörgyi Megyei Tükör főszerkesztője: rövid idő alatt sikerült munkatársainak megválogatása s különösen a helyi kérdések országos szinten való tárgyalása révén lapjának a megye határain túl is elismerést szereznie.1984 és1992 között a sepsiszentgyörgyi Tamási Áron igazgatója volt. 1992-ben megszervezte az emlékezetes nemzetiségi színházi kollokviumot. </w:t>
      </w:r>
    </w:p>
    <w:p w:rsidR="004D689C" w:rsidRDefault="004D689C" w:rsidP="008A75AC">
      <w:pPr>
        <w:rPr>
          <w:sz w:val="24"/>
          <w:szCs w:val="24"/>
        </w:rPr>
      </w:pPr>
    </w:p>
    <w:p w:rsidR="004D689C" w:rsidRPr="00D36A97" w:rsidRDefault="004D689C" w:rsidP="008A75AC">
      <w:pPr>
        <w:rPr>
          <w:sz w:val="24"/>
          <w:szCs w:val="24"/>
        </w:rPr>
      </w:pPr>
    </w:p>
    <w:p w:rsidR="004D689C" w:rsidRPr="00D36A97" w:rsidRDefault="004D689C" w:rsidP="008A75AC">
      <w:pPr>
        <w:rPr>
          <w:sz w:val="24"/>
          <w:szCs w:val="24"/>
        </w:rPr>
      </w:pPr>
      <w:r w:rsidRPr="00D36A97">
        <w:rPr>
          <w:b/>
          <w:sz w:val="24"/>
          <w:szCs w:val="24"/>
        </w:rPr>
        <w:t>DALI SÁNDOR - jurnalist, director teatru</w:t>
      </w:r>
    </w:p>
    <w:p w:rsidR="004D689C" w:rsidRPr="00D36A97" w:rsidRDefault="004D689C" w:rsidP="00EA6DA0">
      <w:pPr>
        <w:rPr>
          <w:sz w:val="24"/>
          <w:szCs w:val="24"/>
        </w:rPr>
      </w:pPr>
      <w:r w:rsidRPr="00D36A97">
        <w:rPr>
          <w:sz w:val="24"/>
          <w:szCs w:val="24"/>
        </w:rPr>
        <w:t>S-a născut la Sovata în 1930, a decedat la Sfântu Gheorghe în 2010.</w:t>
      </w:r>
    </w:p>
    <w:p w:rsidR="004D689C" w:rsidRPr="006A38AB" w:rsidRDefault="004D689C" w:rsidP="00EA6DA0">
      <w:pPr>
        <w:rPr>
          <w:sz w:val="24"/>
          <w:szCs w:val="24"/>
        </w:rPr>
      </w:pPr>
      <w:r w:rsidRPr="00D36A97">
        <w:rPr>
          <w:sz w:val="24"/>
          <w:szCs w:val="24"/>
        </w:rPr>
        <w:t xml:space="preserve">În perioada 1968-1974 a fost redacor-șef al Oglinzii Județului: în scurt timp și-a selectat angajații săi și datorită discutării problemelor locale la nivel național, a reușit să câștige recunoaștere dincolo de granițele județului.În perioada 1984-1992 a fost directorul Teatrului ”Tamási Áron”. În anul 1992 a organizat memorabilul colocviu de </w:t>
      </w:r>
      <w:r w:rsidRPr="006A38AB">
        <w:rPr>
          <w:sz w:val="24"/>
          <w:szCs w:val="24"/>
        </w:rPr>
        <w:t>teatru al minorităților naționale din România</w:t>
      </w: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B560C0" w:rsidRDefault="004D689C" w:rsidP="00B560C0">
      <w:pPr>
        <w:jc w:val="right"/>
        <w:rPr>
          <w:b/>
          <w:sz w:val="24"/>
          <w:szCs w:val="24"/>
          <w:lang w:val="hu-HU"/>
        </w:rPr>
      </w:pPr>
      <w:r>
        <w:rPr>
          <w:b/>
          <w:sz w:val="24"/>
          <w:szCs w:val="24"/>
        </w:rPr>
        <w:t>J</w:t>
      </w:r>
      <w:r>
        <w:rPr>
          <w:b/>
          <w:sz w:val="24"/>
          <w:szCs w:val="24"/>
          <w:lang w:val="hu-HU"/>
        </w:rPr>
        <w:t>ÁNÓ MIHÁLY</w:t>
      </w:r>
    </w:p>
    <w:p w:rsidR="004D689C" w:rsidRPr="00D36A97" w:rsidRDefault="004D689C" w:rsidP="00B560C0">
      <w:pPr>
        <w:jc w:val="right"/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Default="004D689C" w:rsidP="00EA6DA0">
      <w:pPr>
        <w:rPr>
          <w:sz w:val="24"/>
          <w:szCs w:val="24"/>
        </w:rPr>
      </w:pPr>
    </w:p>
    <w:p w:rsidR="004D689C" w:rsidRDefault="004D689C" w:rsidP="00EA6DA0">
      <w:pPr>
        <w:rPr>
          <w:sz w:val="24"/>
          <w:szCs w:val="24"/>
        </w:rPr>
      </w:pPr>
    </w:p>
    <w:p w:rsidR="004D689C" w:rsidRDefault="004D689C" w:rsidP="00EA6DA0">
      <w:pPr>
        <w:rPr>
          <w:sz w:val="24"/>
          <w:szCs w:val="24"/>
        </w:rPr>
      </w:pPr>
    </w:p>
    <w:p w:rsidR="004D689C" w:rsidRDefault="004D689C" w:rsidP="00EA6DA0">
      <w:pPr>
        <w:rPr>
          <w:sz w:val="24"/>
          <w:szCs w:val="24"/>
        </w:rPr>
      </w:pPr>
    </w:p>
    <w:p w:rsidR="004D689C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  <w:r w:rsidRPr="00D36A97">
        <w:rPr>
          <w:b/>
          <w:sz w:val="24"/>
          <w:szCs w:val="24"/>
        </w:rPr>
        <w:t>TIMARU CONSTANTIN</w:t>
      </w:r>
    </w:p>
    <w:p w:rsidR="004D689C" w:rsidRDefault="004D689C" w:rsidP="00EA6DA0">
      <w:pPr>
        <w:rPr>
          <w:sz w:val="24"/>
          <w:szCs w:val="24"/>
        </w:rPr>
      </w:pPr>
      <w:r w:rsidRPr="00D36A97">
        <w:rPr>
          <w:sz w:val="24"/>
          <w:szCs w:val="24"/>
        </w:rPr>
        <w:t xml:space="preserve">Barátoson született 1938-ban, elhunyt Sepsiszentgyörgyön 2015. A marosvásárhelyi tanárképző főiskola filológia </w:t>
      </w:r>
      <w:r w:rsidRPr="006A38AB">
        <w:rPr>
          <w:sz w:val="24"/>
          <w:szCs w:val="24"/>
        </w:rPr>
        <w:t>román-magyar</w:t>
      </w:r>
      <w:r>
        <w:rPr>
          <w:sz w:val="24"/>
          <w:szCs w:val="24"/>
        </w:rPr>
        <w:t xml:space="preserve"> </w:t>
      </w:r>
      <w:r w:rsidRPr="00D36A97">
        <w:rPr>
          <w:sz w:val="24"/>
          <w:szCs w:val="24"/>
        </w:rPr>
        <w:t>karán végzett. 20 évig volt a sepsiszentgyörgyi Cuvîntul Nou napilap főszerkesztője. Nyugdíjba vonulása előtt a Kovászna megyei önkormányzat keretében dolgozott.</w:t>
      </w:r>
    </w:p>
    <w:p w:rsidR="004D689C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  <w:r w:rsidRPr="00D36A97">
        <w:rPr>
          <w:b/>
          <w:sz w:val="24"/>
          <w:szCs w:val="24"/>
        </w:rPr>
        <w:t>TIMARU CONSTANTIN</w:t>
      </w:r>
    </w:p>
    <w:p w:rsidR="004D689C" w:rsidRPr="006A38AB" w:rsidRDefault="004D689C" w:rsidP="00EA6DA0">
      <w:pPr>
        <w:rPr>
          <w:strike/>
          <w:sz w:val="24"/>
          <w:szCs w:val="24"/>
        </w:rPr>
      </w:pPr>
      <w:r w:rsidRPr="00D36A97">
        <w:rPr>
          <w:sz w:val="24"/>
          <w:szCs w:val="24"/>
        </w:rPr>
        <w:t>S-a născut în Brateș în 1938, a decedat în 2015 la Sfântu Gheorghe. A terminat facultatea de filologie</w:t>
      </w:r>
      <w:r w:rsidRPr="006A38AB">
        <w:rPr>
          <w:sz w:val="24"/>
          <w:szCs w:val="24"/>
        </w:rPr>
        <w:t>, secția romano-maghiară a Institului Pedagogic din Târgu Mureș</w:t>
      </w:r>
      <w:r>
        <w:rPr>
          <w:sz w:val="24"/>
          <w:szCs w:val="24"/>
        </w:rPr>
        <w:t xml:space="preserve">. </w:t>
      </w:r>
      <w:r w:rsidRPr="00D36A97">
        <w:rPr>
          <w:sz w:val="24"/>
          <w:szCs w:val="24"/>
        </w:rPr>
        <w:t>Timp de 20 de ani a fost redactorul-șef al ziarului Cuvîntul Nou. Înainte de pensionare, a lucrat în cadrul Consiliului Județean Covasna.</w:t>
      </w: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B560C0" w:rsidRDefault="004D689C" w:rsidP="00B560C0">
      <w:pPr>
        <w:jc w:val="right"/>
        <w:rPr>
          <w:b/>
          <w:sz w:val="24"/>
          <w:szCs w:val="24"/>
          <w:lang w:val="hu-HU"/>
        </w:rPr>
      </w:pPr>
      <w:r>
        <w:rPr>
          <w:b/>
          <w:sz w:val="24"/>
          <w:szCs w:val="24"/>
        </w:rPr>
        <w:t>J</w:t>
      </w:r>
      <w:r>
        <w:rPr>
          <w:b/>
          <w:sz w:val="24"/>
          <w:szCs w:val="24"/>
          <w:lang w:val="hu-HU"/>
        </w:rPr>
        <w:t>ÁNÓ MIHÁLY</w:t>
      </w: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EA6DA0">
      <w:pPr>
        <w:rPr>
          <w:b/>
          <w:sz w:val="24"/>
          <w:szCs w:val="24"/>
        </w:rPr>
      </w:pPr>
    </w:p>
    <w:p w:rsidR="004D689C" w:rsidRPr="00D36A97" w:rsidRDefault="004D689C" w:rsidP="00D36A97">
      <w:pPr>
        <w:spacing w:after="0" w:line="240" w:lineRule="auto"/>
        <w:rPr>
          <w:b/>
          <w:sz w:val="24"/>
          <w:szCs w:val="24"/>
        </w:rPr>
      </w:pPr>
      <w:r w:rsidRPr="00D36A97">
        <w:rPr>
          <w:b/>
          <w:sz w:val="24"/>
          <w:szCs w:val="24"/>
        </w:rPr>
        <w:t>KIRÁLY KÁROLY</w:t>
      </w:r>
      <w:r w:rsidRPr="00D36A97">
        <w:rPr>
          <w:sz w:val="24"/>
          <w:szCs w:val="24"/>
        </w:rPr>
        <w:t xml:space="preserve"> - közgazdász, politikus.</w:t>
      </w:r>
    </w:p>
    <w:p w:rsidR="004D689C" w:rsidRPr="00D36A97" w:rsidRDefault="004D689C" w:rsidP="00D36A97">
      <w:pPr>
        <w:spacing w:after="0" w:line="240" w:lineRule="auto"/>
        <w:rPr>
          <w:sz w:val="24"/>
          <w:szCs w:val="24"/>
        </w:rPr>
      </w:pPr>
      <w:r w:rsidRPr="00D36A97">
        <w:rPr>
          <w:sz w:val="24"/>
          <w:szCs w:val="24"/>
        </w:rPr>
        <w:t>Dicsőszentmártonban született, 1930-ban, elhunyt  Budapesten, 2021-ben.</w:t>
      </w:r>
    </w:p>
    <w:p w:rsidR="004D689C" w:rsidRPr="00D36A97" w:rsidRDefault="004D689C" w:rsidP="00D36A97">
      <w:pPr>
        <w:spacing w:after="0" w:line="240" w:lineRule="auto"/>
        <w:rPr>
          <w:sz w:val="24"/>
          <w:szCs w:val="24"/>
        </w:rPr>
      </w:pPr>
      <w:r w:rsidRPr="00D36A97">
        <w:rPr>
          <w:sz w:val="24"/>
          <w:szCs w:val="24"/>
        </w:rPr>
        <w:t>1968–1972 között a Kovászna megyei pártbizottság első titkára és az RKP Politikai Végrehajtó Bizottságának póttagja volt. Alelnöke lett az 1968-ban megalakuló Magyar Nemzetiségű Dolgozók Tanácsának.</w:t>
      </w:r>
    </w:p>
    <w:p w:rsidR="004D689C" w:rsidRPr="00D36A97" w:rsidRDefault="004D689C" w:rsidP="00D36A97">
      <w:pPr>
        <w:spacing w:after="0" w:line="240" w:lineRule="auto"/>
        <w:rPr>
          <w:sz w:val="24"/>
          <w:szCs w:val="24"/>
        </w:rPr>
      </w:pPr>
      <w:r w:rsidRPr="00D36A97">
        <w:rPr>
          <w:sz w:val="24"/>
          <w:szCs w:val="24"/>
        </w:rPr>
        <w:t>1972-ben a hivatalos román politika elleni tiltakozásul előbb lemondott tisztségéről. A hatalom „száműzte”, kinevezték a Karánsebesi Fakitermelő- és Feldolgozó Kombinát vezérigazgatójává Krassó-Szörény megyébe, majd visszaengedték Marosvásárhelyre. 1978-ban levélben is tiltakozott a magyarságot sújtó román állami intézkedések ellen. Újra Karánsebesre száműzték. 1978 októberében, már a meggyesfalvi konzervgyár igazgatójaként, állást adott a börtönből frissen szabadult Visky Árpádnak és az 1977 óta üldözött Hosszú Istvánnak. Beadványaival, a legfelső párt- és állami vezetéshez intézett leveleivel kiállt a romániai magyarok jogai mellett. Levelei külföldre juttatásával tájékoztatta a nemzetközi közvéleményt Ceaușescu jogtiprásairól.</w:t>
      </w:r>
    </w:p>
    <w:p w:rsidR="004D689C" w:rsidRPr="00D36A97" w:rsidRDefault="004D689C" w:rsidP="00D36A97">
      <w:pPr>
        <w:spacing w:after="0" w:line="240" w:lineRule="auto"/>
        <w:rPr>
          <w:sz w:val="24"/>
          <w:szCs w:val="24"/>
        </w:rPr>
      </w:pPr>
      <w:r w:rsidRPr="00D36A97">
        <w:rPr>
          <w:sz w:val="24"/>
          <w:szCs w:val="24"/>
        </w:rPr>
        <w:t>Az 1989-es forradalom után a román Nemzeti Megmentési Front Tanácsának alelnökévé választották. Részt vett a Romániai Magyar Demokrata Szövetség megalakításában, 1992–1993 között a Szövetség háromszéki szervezetének volt az elnöke. Az 1990. március 17-19-i marosvásárhelyi eseményekben, amikor a városban etnikai zavargásokra került sor („fekete március”), jelentős szerepet játszott, nyomást gyakorolt a Maros megyei rendőrség és katonaság akkori vezetőire, hogy lépjenek közbe, és állítsák le az atrocitásokat, ellenkező esetben hadbíróság elé viszi őket.</w:t>
      </w:r>
    </w:p>
    <w:p w:rsidR="004D689C" w:rsidRDefault="004D689C" w:rsidP="00D36A97">
      <w:pPr>
        <w:spacing w:after="0" w:line="240" w:lineRule="auto"/>
        <w:rPr>
          <w:sz w:val="24"/>
          <w:szCs w:val="24"/>
        </w:rPr>
      </w:pPr>
      <w:r w:rsidRPr="00D36A97">
        <w:rPr>
          <w:sz w:val="24"/>
          <w:szCs w:val="24"/>
        </w:rPr>
        <w:t>1990. május végén tagja lett a román Szenátusnak. Nem töltötte ki a mandátumát, 1991. december 12-én megfosztották szenátori mandátumától, mivel nem szavazta meg az alkotmányt, annak kisebbségellenes passzusa miatt.</w:t>
      </w:r>
    </w:p>
    <w:p w:rsidR="004D689C" w:rsidRDefault="004D689C" w:rsidP="00D36A97">
      <w:pPr>
        <w:spacing w:after="0" w:line="240" w:lineRule="auto"/>
        <w:rPr>
          <w:sz w:val="24"/>
          <w:szCs w:val="24"/>
        </w:rPr>
      </w:pPr>
    </w:p>
    <w:p w:rsidR="004D689C" w:rsidRPr="00D36A97" w:rsidRDefault="004D689C" w:rsidP="00D36A97">
      <w:pPr>
        <w:spacing w:after="0" w:line="240" w:lineRule="auto"/>
        <w:rPr>
          <w:sz w:val="24"/>
          <w:szCs w:val="24"/>
        </w:rPr>
      </w:pPr>
    </w:p>
    <w:p w:rsidR="004D689C" w:rsidRPr="00D36A97" w:rsidRDefault="004D689C" w:rsidP="00D36A97">
      <w:pPr>
        <w:spacing w:after="0" w:line="240" w:lineRule="auto"/>
        <w:rPr>
          <w:sz w:val="24"/>
          <w:szCs w:val="24"/>
        </w:rPr>
      </w:pPr>
      <w:r w:rsidRPr="00D36A97">
        <w:rPr>
          <w:b/>
          <w:sz w:val="24"/>
          <w:szCs w:val="24"/>
        </w:rPr>
        <w:t xml:space="preserve">KIRÁLY KÁROLY - </w:t>
      </w:r>
      <w:r w:rsidRPr="00D36A97">
        <w:rPr>
          <w:sz w:val="24"/>
          <w:szCs w:val="24"/>
        </w:rPr>
        <w:t>economist, politician</w:t>
      </w:r>
    </w:p>
    <w:p w:rsidR="004D689C" w:rsidRPr="00D36A97" w:rsidRDefault="004D689C" w:rsidP="00D36A97">
      <w:pPr>
        <w:spacing w:after="0" w:line="240" w:lineRule="auto"/>
        <w:rPr>
          <w:sz w:val="24"/>
          <w:szCs w:val="24"/>
        </w:rPr>
      </w:pPr>
      <w:r w:rsidRPr="00D36A97">
        <w:rPr>
          <w:sz w:val="24"/>
          <w:szCs w:val="24"/>
        </w:rPr>
        <w:t>S-a născut la Târnăveni în 1930, a decedat la Budapesta în 2021.</w:t>
      </w:r>
    </w:p>
    <w:p w:rsidR="004D689C" w:rsidRPr="00D36A97" w:rsidRDefault="004D689C" w:rsidP="00D36A97">
      <w:pPr>
        <w:spacing w:after="0" w:line="240" w:lineRule="auto"/>
        <w:rPr>
          <w:sz w:val="24"/>
          <w:szCs w:val="24"/>
        </w:rPr>
      </w:pPr>
      <w:r w:rsidRPr="00D36A97">
        <w:rPr>
          <w:sz w:val="24"/>
          <w:szCs w:val="24"/>
        </w:rPr>
        <w:t>Între 1968-1972 a fost prim secretar al organizației județene a PCR din Covasna, membru supleant al CPEx al CC al PCR. În anul 1968 a devenit vicepreședintele Sfatului Muncitorilor de Naţionalitate Maghiară.</w:t>
      </w:r>
    </w:p>
    <w:p w:rsidR="004D689C" w:rsidRPr="00D36A97" w:rsidRDefault="004D689C" w:rsidP="00D36A97">
      <w:pPr>
        <w:spacing w:after="0" w:line="240" w:lineRule="auto"/>
        <w:rPr>
          <w:color w:val="111827"/>
          <w:sz w:val="24"/>
          <w:szCs w:val="24"/>
        </w:rPr>
      </w:pPr>
      <w:r w:rsidRPr="00D36A97">
        <w:rPr>
          <w:sz w:val="24"/>
          <w:szCs w:val="24"/>
        </w:rPr>
        <w:t xml:space="preserve">În 1972, în semn de protest împotriva politicii oficiale românești, a demisionat din funcție. A fost ”alungat” și numit director general la Combinatul de Prelucrarea Lemnului și de Exploatare forestiera în Caransebeş în județul Caraș-Severin, după care au lăsat să se întorcă la Târgu Mureș. În 1978 a scris și o scrisoare de protest, în care denunța măsurile statului român luate împotriva minorității maghiare. Din nou a fost ”alungat” în Caransebeş. În octombrie al anului 1978 este numit director al fabricii de conserve din </w:t>
      </w:r>
      <w:hyperlink r:id="rId7" w:tooltip="Mediaș" w:history="1">
        <w:r w:rsidRPr="00D36A97">
          <w:rPr>
            <w:rStyle w:val="Hyperlink"/>
            <w:color w:val="auto"/>
            <w:sz w:val="24"/>
            <w:szCs w:val="24"/>
            <w:u w:val="none"/>
          </w:rPr>
          <w:t>Mediaș</w:t>
        </w:r>
      </w:hyperlink>
      <w:r w:rsidRPr="00D36A97">
        <w:rPr>
          <w:sz w:val="24"/>
          <w:szCs w:val="24"/>
        </w:rPr>
        <w:t xml:space="preserve">, unde </w:t>
      </w:r>
      <w:r w:rsidRPr="006A38AB">
        <w:rPr>
          <w:sz w:val="24"/>
          <w:szCs w:val="24"/>
        </w:rPr>
        <w:t>l-a angajat pe artistul</w:t>
      </w:r>
      <w:r w:rsidRPr="009D1C8D">
        <w:rPr>
          <w:color w:val="FF0000"/>
          <w:sz w:val="24"/>
          <w:szCs w:val="24"/>
        </w:rPr>
        <w:t xml:space="preserve"> </w:t>
      </w:r>
      <w:r w:rsidRPr="00D36A97">
        <w:rPr>
          <w:sz w:val="24"/>
          <w:szCs w:val="24"/>
        </w:rPr>
        <w:t>Visky Árpád, care a fost eliberat recent din închisoare</w:t>
      </w:r>
      <w:r>
        <w:rPr>
          <w:sz w:val="24"/>
          <w:szCs w:val="24"/>
        </w:rPr>
        <w:t>,</w:t>
      </w:r>
      <w:r w:rsidRPr="009D1C8D">
        <w:rPr>
          <w:color w:val="FF0000"/>
          <w:sz w:val="24"/>
          <w:szCs w:val="24"/>
        </w:rPr>
        <w:t xml:space="preserve"> </w:t>
      </w:r>
      <w:r w:rsidRPr="006A38AB">
        <w:rPr>
          <w:sz w:val="24"/>
          <w:szCs w:val="24"/>
        </w:rPr>
        <w:t>ca și pe</w:t>
      </w:r>
      <w:r w:rsidRPr="00D36A97">
        <w:rPr>
          <w:sz w:val="24"/>
          <w:szCs w:val="24"/>
        </w:rPr>
        <w:t xml:space="preserve"> Hosszú István, care din 1977 este urmărit. El a susținut drepturile maghiarilor din România cu petițiile și scrisorile sale adresate celei mai înalte conduceri a partidului și a statului. Trimițându-și scrisorile în străinătate, a informat </w:t>
      </w:r>
      <w:r w:rsidRPr="006A38AB">
        <w:rPr>
          <w:sz w:val="24"/>
          <w:szCs w:val="24"/>
        </w:rPr>
        <w:t>opinia public</w:t>
      </w:r>
      <w:r>
        <w:rPr>
          <w:sz w:val="24"/>
          <w:szCs w:val="24"/>
        </w:rPr>
        <w:t>ă</w:t>
      </w:r>
      <w:r w:rsidRPr="006A38AB">
        <w:rPr>
          <w:sz w:val="24"/>
          <w:szCs w:val="24"/>
        </w:rPr>
        <w:t xml:space="preserve"> mondial</w:t>
      </w:r>
      <w:r>
        <w:rPr>
          <w:sz w:val="24"/>
          <w:szCs w:val="24"/>
        </w:rPr>
        <w:t xml:space="preserve">ă </w:t>
      </w:r>
      <w:r w:rsidRPr="00D36A97">
        <w:rPr>
          <w:sz w:val="24"/>
          <w:szCs w:val="24"/>
        </w:rPr>
        <w:t>despre faptele de încălcare a legilor de către Ceaușescu.</w:t>
      </w:r>
      <w:r w:rsidRPr="00D36A97">
        <w:rPr>
          <w:color w:val="111827"/>
          <w:sz w:val="24"/>
          <w:szCs w:val="24"/>
        </w:rPr>
        <w:t xml:space="preserve"> </w:t>
      </w:r>
    </w:p>
    <w:p w:rsidR="004D689C" w:rsidRPr="006A38AB" w:rsidRDefault="004D689C" w:rsidP="00D36A97">
      <w:pPr>
        <w:spacing w:after="0" w:line="240" w:lineRule="auto"/>
        <w:rPr>
          <w:sz w:val="24"/>
          <w:szCs w:val="24"/>
        </w:rPr>
      </w:pPr>
      <w:r w:rsidRPr="00D36A97">
        <w:rPr>
          <w:color w:val="111827"/>
          <w:sz w:val="24"/>
          <w:szCs w:val="24"/>
        </w:rPr>
        <w:t xml:space="preserve">După </w:t>
      </w:r>
      <w:hyperlink r:id="rId8" w:tooltip="Revoluția română din 1989" w:history="1">
        <w:r w:rsidRPr="00D36A97">
          <w:rPr>
            <w:rStyle w:val="Hyperlink"/>
            <w:color w:val="auto"/>
            <w:sz w:val="24"/>
            <w:szCs w:val="24"/>
            <w:u w:val="none"/>
          </w:rPr>
          <w:t>revoluția din decembrie 1989</w:t>
        </w:r>
      </w:hyperlink>
      <w:r w:rsidRPr="00D36A97">
        <w:rPr>
          <w:sz w:val="24"/>
          <w:szCs w:val="24"/>
        </w:rPr>
        <w:t xml:space="preserve"> a fost ales vicepreședinte în </w:t>
      </w:r>
      <w:hyperlink r:id="rId9" w:tooltip="Consiliul Provizoriu de Uniune Națională" w:history="1">
        <w:r w:rsidRPr="00D36A97">
          <w:rPr>
            <w:rStyle w:val="Hyperlink"/>
            <w:color w:val="auto"/>
            <w:sz w:val="24"/>
            <w:szCs w:val="24"/>
            <w:u w:val="none"/>
          </w:rPr>
          <w:t>Consiliul Provizoriu de Uniune Națională</w:t>
        </w:r>
      </w:hyperlink>
      <w:r w:rsidRPr="00D36A97">
        <w:rPr>
          <w:sz w:val="24"/>
          <w:szCs w:val="24"/>
        </w:rPr>
        <w:t xml:space="preserve">. A fost unii dintre membrii fondatori ai </w:t>
      </w:r>
      <w:hyperlink r:id="rId10" w:tooltip="UDMR" w:history="1">
        <w:r w:rsidRPr="00D36A97">
          <w:rPr>
            <w:rStyle w:val="Hyperlink"/>
            <w:color w:val="auto"/>
            <w:sz w:val="24"/>
            <w:szCs w:val="24"/>
            <w:u w:val="none"/>
          </w:rPr>
          <w:t>UDMR</w:t>
        </w:r>
      </w:hyperlink>
      <w:r w:rsidRPr="00D36A97">
        <w:rPr>
          <w:sz w:val="24"/>
          <w:szCs w:val="24"/>
        </w:rPr>
        <w:t xml:space="preserve">-ului, între 1992 și 1993 a fost președintele </w:t>
      </w:r>
      <w:r w:rsidRPr="006A38AB">
        <w:rPr>
          <w:sz w:val="24"/>
          <w:szCs w:val="24"/>
        </w:rPr>
        <w:t>UDMR-lui</w:t>
      </w:r>
      <w:r>
        <w:rPr>
          <w:sz w:val="24"/>
          <w:szCs w:val="24"/>
        </w:rPr>
        <w:t xml:space="preserve"> </w:t>
      </w:r>
      <w:r w:rsidRPr="00D36A97">
        <w:rPr>
          <w:sz w:val="24"/>
          <w:szCs w:val="24"/>
        </w:rPr>
        <w:t xml:space="preserve">din Trei-Scaune. În timpul evenimentelor din 17-19 martie 1990 de la Târgu Mureș, unde au fost violențele etnice (martie negru) a avut un rol important, a exercitat presiuni asupra comandanților militari români cerând să intervină și să împiedice atrocitățile, în caz contrar le va duce în fața curţii marţiale. La sfârșitul lunii mai din 1990 a devenit membu al Senatului Român. Nu și-a finalizat mandatul, deoarece pe 12 decembrie </w:t>
      </w:r>
      <w:r w:rsidRPr="009D1C8D">
        <w:rPr>
          <w:sz w:val="24"/>
          <w:szCs w:val="24"/>
        </w:rPr>
        <w:t>1992</w:t>
      </w:r>
      <w:r w:rsidRPr="009D1C8D">
        <w:rPr>
          <w:color w:val="FF0000"/>
          <w:sz w:val="24"/>
          <w:szCs w:val="24"/>
        </w:rPr>
        <w:t xml:space="preserve"> </w:t>
      </w:r>
      <w:r w:rsidRPr="006A38AB">
        <w:rPr>
          <w:sz w:val="24"/>
          <w:szCs w:val="24"/>
        </w:rPr>
        <w:t>i-a</w:t>
      </w:r>
      <w:r w:rsidRPr="00D36A97">
        <w:rPr>
          <w:sz w:val="24"/>
          <w:szCs w:val="24"/>
        </w:rPr>
        <w:t xml:space="preserve"> fost retras mandatul de senator, deoarece nu a votat constituția, care </w:t>
      </w:r>
      <w:r>
        <w:rPr>
          <w:sz w:val="24"/>
          <w:szCs w:val="24"/>
        </w:rPr>
        <w:t>conț</w:t>
      </w:r>
      <w:r w:rsidRPr="006A38AB">
        <w:rPr>
          <w:sz w:val="24"/>
          <w:szCs w:val="24"/>
        </w:rPr>
        <w:t>inea</w:t>
      </w:r>
      <w:r>
        <w:rPr>
          <w:sz w:val="24"/>
          <w:szCs w:val="24"/>
        </w:rPr>
        <w:t xml:space="preserve"> </w:t>
      </w:r>
      <w:r w:rsidRPr="00D36A97">
        <w:rPr>
          <w:sz w:val="24"/>
          <w:szCs w:val="24"/>
        </w:rPr>
        <w:t>un articol</w:t>
      </w:r>
      <w:r>
        <w:rPr>
          <w:sz w:val="24"/>
          <w:szCs w:val="24"/>
        </w:rPr>
        <w:t xml:space="preserve"> </w:t>
      </w:r>
      <w:r w:rsidRPr="006A38AB">
        <w:rPr>
          <w:sz w:val="24"/>
          <w:szCs w:val="24"/>
        </w:rPr>
        <w:t>antiminoritar</w:t>
      </w:r>
      <w:r>
        <w:rPr>
          <w:sz w:val="24"/>
          <w:szCs w:val="24"/>
        </w:rPr>
        <w:t>.</w:t>
      </w:r>
    </w:p>
    <w:p w:rsidR="004D689C" w:rsidRPr="009D1C8D" w:rsidRDefault="004D689C" w:rsidP="00D36A97">
      <w:pPr>
        <w:spacing w:after="0" w:line="240" w:lineRule="auto"/>
        <w:rPr>
          <w:strike/>
          <w:sz w:val="24"/>
          <w:szCs w:val="24"/>
        </w:rPr>
      </w:pPr>
    </w:p>
    <w:p w:rsidR="004D689C" w:rsidRPr="00D36A97" w:rsidRDefault="004D689C" w:rsidP="00D36A97">
      <w:pPr>
        <w:jc w:val="right"/>
        <w:rPr>
          <w:b/>
          <w:sz w:val="24"/>
          <w:szCs w:val="24"/>
        </w:rPr>
      </w:pPr>
      <w:r w:rsidRPr="00D36A97">
        <w:rPr>
          <w:b/>
          <w:sz w:val="24"/>
          <w:szCs w:val="24"/>
        </w:rPr>
        <w:t>JÁNÓ MIHÁLY</w:t>
      </w:r>
    </w:p>
    <w:sectPr w:rsidR="004D689C" w:rsidRPr="00D36A97" w:rsidSect="00D36A97">
      <w:headerReference w:type="default" r:id="rId11"/>
      <w:pgSz w:w="11906" w:h="16838" w:code="9"/>
      <w:pgMar w:top="851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89C" w:rsidRDefault="004D689C" w:rsidP="00BE2214">
      <w:pPr>
        <w:spacing w:after="0" w:line="240" w:lineRule="auto"/>
      </w:pPr>
      <w:r>
        <w:separator/>
      </w:r>
    </w:p>
  </w:endnote>
  <w:endnote w:type="continuationSeparator" w:id="0">
    <w:p w:rsidR="004D689C" w:rsidRDefault="004D689C" w:rsidP="00BE2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89C" w:rsidRDefault="004D689C" w:rsidP="00BE2214">
      <w:pPr>
        <w:spacing w:after="0" w:line="240" w:lineRule="auto"/>
      </w:pPr>
      <w:r>
        <w:separator/>
      </w:r>
    </w:p>
  </w:footnote>
  <w:footnote w:type="continuationSeparator" w:id="0">
    <w:p w:rsidR="004D689C" w:rsidRDefault="004D689C" w:rsidP="00BE2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89C" w:rsidRDefault="004D689C">
    <w:pPr>
      <w:pStyle w:val="Header"/>
      <w:jc w:val="right"/>
    </w:pPr>
    <w:fldSimple w:instr="PAGE   \* MERGEFORMAT">
      <w:r w:rsidRPr="006A38AB">
        <w:rPr>
          <w:noProof/>
          <w:lang w:val="hu-HU"/>
        </w:rPr>
        <w:t>4</w:t>
      </w:r>
    </w:fldSimple>
  </w:p>
  <w:p w:rsidR="004D689C" w:rsidRDefault="004D68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D4C1A"/>
    <w:multiLevelType w:val="multilevel"/>
    <w:tmpl w:val="B3484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060"/>
    <w:rsid w:val="00054EEF"/>
    <w:rsid w:val="00083593"/>
    <w:rsid w:val="000C4D3D"/>
    <w:rsid w:val="000C5F84"/>
    <w:rsid w:val="000D1F5A"/>
    <w:rsid w:val="00136E1D"/>
    <w:rsid w:val="00167220"/>
    <w:rsid w:val="00193463"/>
    <w:rsid w:val="001B7700"/>
    <w:rsid w:val="001E7958"/>
    <w:rsid w:val="002219F8"/>
    <w:rsid w:val="00232186"/>
    <w:rsid w:val="00240F09"/>
    <w:rsid w:val="002664D3"/>
    <w:rsid w:val="00283040"/>
    <w:rsid w:val="002F542E"/>
    <w:rsid w:val="003227CC"/>
    <w:rsid w:val="003C1970"/>
    <w:rsid w:val="00425AC4"/>
    <w:rsid w:val="00454724"/>
    <w:rsid w:val="00472C52"/>
    <w:rsid w:val="004735F1"/>
    <w:rsid w:val="004770B3"/>
    <w:rsid w:val="004846A5"/>
    <w:rsid w:val="0049775A"/>
    <w:rsid w:val="004A28EA"/>
    <w:rsid w:val="004C4140"/>
    <w:rsid w:val="004D689C"/>
    <w:rsid w:val="00503682"/>
    <w:rsid w:val="005801A6"/>
    <w:rsid w:val="005B2E91"/>
    <w:rsid w:val="005D3571"/>
    <w:rsid w:val="005E18DB"/>
    <w:rsid w:val="006A38AB"/>
    <w:rsid w:val="006A4198"/>
    <w:rsid w:val="006C3540"/>
    <w:rsid w:val="006F461D"/>
    <w:rsid w:val="007258C4"/>
    <w:rsid w:val="0073423B"/>
    <w:rsid w:val="00772168"/>
    <w:rsid w:val="007A71CD"/>
    <w:rsid w:val="00883794"/>
    <w:rsid w:val="008A75AC"/>
    <w:rsid w:val="008C1340"/>
    <w:rsid w:val="008D6CB9"/>
    <w:rsid w:val="00944BBD"/>
    <w:rsid w:val="009C7FCE"/>
    <w:rsid w:val="009D1C8D"/>
    <w:rsid w:val="00A01691"/>
    <w:rsid w:val="00A16685"/>
    <w:rsid w:val="00A52267"/>
    <w:rsid w:val="00A6417A"/>
    <w:rsid w:val="00AA0267"/>
    <w:rsid w:val="00AB10FB"/>
    <w:rsid w:val="00AD0212"/>
    <w:rsid w:val="00AD7D22"/>
    <w:rsid w:val="00B04465"/>
    <w:rsid w:val="00B128D4"/>
    <w:rsid w:val="00B560C0"/>
    <w:rsid w:val="00BD7179"/>
    <w:rsid w:val="00BE0A82"/>
    <w:rsid w:val="00BE2214"/>
    <w:rsid w:val="00C1171E"/>
    <w:rsid w:val="00C35EDF"/>
    <w:rsid w:val="00C47C12"/>
    <w:rsid w:val="00C808CE"/>
    <w:rsid w:val="00C92C2B"/>
    <w:rsid w:val="00C95872"/>
    <w:rsid w:val="00CC455A"/>
    <w:rsid w:val="00CD4711"/>
    <w:rsid w:val="00D3404E"/>
    <w:rsid w:val="00D36A97"/>
    <w:rsid w:val="00D6034C"/>
    <w:rsid w:val="00D67645"/>
    <w:rsid w:val="00D67897"/>
    <w:rsid w:val="00D71C44"/>
    <w:rsid w:val="00D83212"/>
    <w:rsid w:val="00DB2060"/>
    <w:rsid w:val="00DE2740"/>
    <w:rsid w:val="00E222A3"/>
    <w:rsid w:val="00E83A9E"/>
    <w:rsid w:val="00EA14D0"/>
    <w:rsid w:val="00EA6DA0"/>
    <w:rsid w:val="00EF3E0A"/>
    <w:rsid w:val="00F47C81"/>
    <w:rsid w:val="00FA313E"/>
    <w:rsid w:val="00FB6C27"/>
    <w:rsid w:val="00FD2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E0A"/>
    <w:pPr>
      <w:spacing w:after="160" w:line="259" w:lineRule="auto"/>
    </w:pPr>
    <w:rPr>
      <w:kern w:val="3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E2214"/>
    <w:pPr>
      <w:tabs>
        <w:tab w:val="center" w:pos="4536"/>
        <w:tab w:val="right" w:pos="9072"/>
      </w:tabs>
      <w:spacing w:after="0" w:line="240" w:lineRule="auto"/>
    </w:pPr>
    <w:rPr>
      <w:kern w:val="0"/>
      <w:sz w:val="20"/>
      <w:szCs w:val="20"/>
      <w:lang w:eastAsia="ro-RO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E221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E2214"/>
    <w:pPr>
      <w:tabs>
        <w:tab w:val="center" w:pos="4536"/>
        <w:tab w:val="right" w:pos="9072"/>
      </w:tabs>
      <w:spacing w:after="0" w:line="240" w:lineRule="auto"/>
    </w:pPr>
    <w:rPr>
      <w:kern w:val="0"/>
      <w:sz w:val="20"/>
      <w:szCs w:val="20"/>
      <w:lang w:eastAsia="ro-RO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E2214"/>
    <w:rPr>
      <w:rFonts w:cs="Times New Roman"/>
    </w:rPr>
  </w:style>
  <w:style w:type="character" w:styleId="Hyperlink">
    <w:name w:val="Hyperlink"/>
    <w:basedOn w:val="DefaultParagraphFont"/>
    <w:uiPriority w:val="99"/>
    <w:rsid w:val="00FA313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837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18483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2184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837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18483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.wikipedia.org/wiki/Revolu%C8%9Bia_rom%C3%A2n%C4%83_din_198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o.wikipedia.org/wiki/Media%C8%9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ro.wikipedia.org/wiki/UDM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.wikipedia.org/wiki/Consiliul_Provizoriu_de_Uniune_Na%C8%9Bional%C4%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6</Pages>
  <Words>1266</Words>
  <Characters>7343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Jánó Mihály</dc:title>
  <dc:subject/>
  <dc:creator>Mihály Jánó</dc:creator>
  <cp:keywords/>
  <dc:description/>
  <cp:lastModifiedBy>Balint.Tunde</cp:lastModifiedBy>
  <cp:revision>3</cp:revision>
  <cp:lastPrinted>2023-12-04T09:54:00Z</cp:lastPrinted>
  <dcterms:created xsi:type="dcterms:W3CDTF">2023-12-12T09:05:00Z</dcterms:created>
  <dcterms:modified xsi:type="dcterms:W3CDTF">2023-12-12T09:17:00Z</dcterms:modified>
</cp:coreProperties>
</file>